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F3A53" w14:textId="206287BC" w:rsidR="00772E49" w:rsidRPr="00772E49" w:rsidRDefault="00772E49" w:rsidP="00772E49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  <w:bookmarkStart w:id="0" w:name="_Toc289083046"/>
      <w:r w:rsidRPr="00772E49">
        <w:rPr>
          <w:rFonts w:ascii="Arial" w:eastAsia="Times New Roman" w:hAnsi="Arial" w:cs="Cambria"/>
          <w:b/>
          <w:bCs/>
          <w:i/>
          <w:lang w:eastAsia="pl-PL"/>
        </w:rPr>
        <w:t xml:space="preserve">ZAŁĄCZNIK NR </w:t>
      </w:r>
      <w:r w:rsidR="00010559">
        <w:rPr>
          <w:rFonts w:ascii="Arial" w:eastAsia="Times New Roman" w:hAnsi="Arial" w:cs="Cambria"/>
          <w:b/>
          <w:bCs/>
          <w:i/>
          <w:lang w:eastAsia="pl-PL"/>
        </w:rPr>
        <w:t>1</w:t>
      </w:r>
      <w:r w:rsidRPr="00772E49">
        <w:rPr>
          <w:rFonts w:ascii="Arial" w:eastAsia="Times New Roman" w:hAnsi="Arial" w:cs="Cambria"/>
          <w:b/>
          <w:bCs/>
          <w:i/>
          <w:lang w:eastAsia="pl-PL"/>
        </w:rPr>
        <w:t xml:space="preserve"> - Oferta</w:t>
      </w:r>
    </w:p>
    <w:p w14:paraId="2F6D6FC6" w14:textId="77777777" w:rsidR="00772E49" w:rsidRPr="00772E49" w:rsidRDefault="00772E49" w:rsidP="00772E4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</w:p>
    <w:p w14:paraId="1465CECE" w14:textId="127C2EAF" w:rsidR="00772E49" w:rsidRPr="00772E49" w:rsidRDefault="00772E49" w:rsidP="00772E4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  <w:r w:rsidRPr="00772E49">
        <w:rPr>
          <w:rFonts w:ascii="Arial" w:eastAsia="Times New Roman" w:hAnsi="Arial" w:cs="Cambria"/>
          <w:b/>
          <w:bCs/>
          <w:i/>
          <w:lang w:eastAsia="pl-PL"/>
        </w:rPr>
        <w:t>Nr sprawy:  OI.I.261.2.</w:t>
      </w:r>
      <w:r w:rsidRPr="00AE5A6E">
        <w:rPr>
          <w:rFonts w:ascii="Arial" w:eastAsia="Times New Roman" w:hAnsi="Arial" w:cs="Cambria"/>
          <w:b/>
          <w:bCs/>
          <w:i/>
          <w:lang w:eastAsia="pl-PL"/>
        </w:rPr>
        <w:t>64</w:t>
      </w:r>
      <w:r w:rsidRPr="00772E49">
        <w:rPr>
          <w:rFonts w:ascii="Arial" w:eastAsia="Times New Roman" w:hAnsi="Arial" w:cs="Cambria"/>
          <w:b/>
          <w:bCs/>
          <w:i/>
          <w:lang w:eastAsia="pl-PL"/>
        </w:rPr>
        <w:t xml:space="preserve">.2021.AK  </w:t>
      </w:r>
    </w:p>
    <w:bookmarkEnd w:id="0"/>
    <w:p w14:paraId="387613FB" w14:textId="47228232" w:rsidR="00C25BD1" w:rsidRPr="00AE5A6E" w:rsidRDefault="00C25BD1" w:rsidP="00AF31EF">
      <w:pPr>
        <w:jc w:val="center"/>
        <w:rPr>
          <w:rFonts w:ascii="Arial" w:hAnsi="Arial" w:cs="Arial"/>
          <w:b/>
        </w:rPr>
      </w:pPr>
    </w:p>
    <w:p w14:paraId="11E98A97" w14:textId="77777777" w:rsidR="005B56E0" w:rsidRPr="00AE5A6E" w:rsidRDefault="005B56E0" w:rsidP="00AF31EF">
      <w:pPr>
        <w:jc w:val="center"/>
        <w:rPr>
          <w:rFonts w:ascii="Arial" w:hAnsi="Arial" w:cs="Arial"/>
          <w:b/>
        </w:rPr>
      </w:pPr>
    </w:p>
    <w:p w14:paraId="11C477F0" w14:textId="77777777" w:rsidR="00772E49" w:rsidRPr="00772E49" w:rsidRDefault="00772E49" w:rsidP="00772E49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  <w:bookmarkStart w:id="1" w:name="_Hlk78535526"/>
      <w:bookmarkStart w:id="2" w:name="_Hlk78535517"/>
      <w:r w:rsidRPr="00772E49">
        <w:rPr>
          <w:rFonts w:ascii="Nimbus Roman No9 L" w:eastAsia="Times New Roman" w:hAnsi="Nimbus Roman No9 L" w:cs="Nimbus Roman No9 L"/>
          <w:sz w:val="24"/>
          <w:szCs w:val="24"/>
          <w:lang w:eastAsia="pl-PL"/>
        </w:rPr>
        <w:t>______________________                                                               ______________________</w:t>
      </w:r>
    </w:p>
    <w:p w14:paraId="5417B468" w14:textId="6540A287" w:rsidR="00962C23" w:rsidRPr="00AE5A6E" w:rsidRDefault="00772E49" w:rsidP="004D0876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/>
          <w:i/>
          <w:sz w:val="18"/>
          <w:szCs w:val="18"/>
          <w:lang w:eastAsia="pl-PL"/>
        </w:rPr>
      </w:pPr>
      <w:bookmarkStart w:id="3" w:name="_Hlk78535540"/>
      <w:bookmarkEnd w:id="1"/>
      <w:r w:rsidRPr="00772E49">
        <w:rPr>
          <w:rFonts w:ascii="Arial" w:eastAsia="Times New Roman" w:hAnsi="Arial"/>
          <w:i/>
          <w:sz w:val="18"/>
          <w:szCs w:val="18"/>
          <w:lang w:eastAsia="pl-PL"/>
        </w:rPr>
        <w:t>(pieczęć oferenta)                                                                                                   (miejscowość, data)</w:t>
      </w:r>
      <w:bookmarkEnd w:id="2"/>
      <w:bookmarkEnd w:id="3"/>
    </w:p>
    <w:p w14:paraId="7EF921F7" w14:textId="5EF17389" w:rsidR="00962C23" w:rsidRPr="00AE5A6E" w:rsidRDefault="00962C23" w:rsidP="00772E49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E5A6E">
        <w:rPr>
          <w:rFonts w:ascii="Arial" w:hAnsi="Arial" w:cs="Arial"/>
          <w:b/>
          <w:sz w:val="28"/>
          <w:szCs w:val="28"/>
        </w:rPr>
        <w:t xml:space="preserve">OFERTA </w:t>
      </w:r>
    </w:p>
    <w:p w14:paraId="3698F34C" w14:textId="5F584EAF" w:rsidR="00AF31EF" w:rsidRPr="00AE5A6E" w:rsidRDefault="00AF31EF" w:rsidP="00C25BD1">
      <w:pPr>
        <w:jc w:val="both"/>
        <w:rPr>
          <w:rFonts w:ascii="Arial" w:hAnsi="Arial" w:cs="Arial"/>
          <w:b/>
          <w:bCs/>
        </w:rPr>
      </w:pPr>
      <w:r w:rsidRPr="00AE5A6E">
        <w:rPr>
          <w:rFonts w:ascii="Arial" w:hAnsi="Arial" w:cs="Arial"/>
          <w:b/>
          <w:bCs/>
        </w:rPr>
        <w:t xml:space="preserve"> </w:t>
      </w:r>
      <w:r w:rsidR="00C25BD1" w:rsidRPr="00AE5A6E">
        <w:rPr>
          <w:rFonts w:ascii="Arial" w:hAnsi="Arial" w:cs="Arial"/>
          <w:b/>
          <w:bCs/>
        </w:rPr>
        <w:t>„Dostaw</w:t>
      </w:r>
      <w:r w:rsidR="00772E49" w:rsidRPr="00AE5A6E">
        <w:rPr>
          <w:rFonts w:ascii="Arial" w:hAnsi="Arial" w:cs="Arial"/>
          <w:b/>
          <w:bCs/>
        </w:rPr>
        <w:t>a</w:t>
      </w:r>
      <w:r w:rsidR="00C25BD1" w:rsidRPr="00AE5A6E">
        <w:rPr>
          <w:rFonts w:ascii="Arial" w:hAnsi="Arial" w:cs="Arial"/>
          <w:b/>
          <w:bCs/>
        </w:rPr>
        <w:t xml:space="preserve"> paliw płynnych do samoc</w:t>
      </w:r>
      <w:r w:rsidR="00962C23" w:rsidRPr="00AE5A6E">
        <w:rPr>
          <w:rFonts w:ascii="Arial" w:hAnsi="Arial" w:cs="Arial"/>
          <w:b/>
          <w:bCs/>
        </w:rPr>
        <w:t>hodów osobowych eksploatowanych</w:t>
      </w:r>
      <w:r w:rsidR="00772E49" w:rsidRPr="00AE5A6E">
        <w:rPr>
          <w:rFonts w:ascii="Arial" w:hAnsi="Arial" w:cs="Arial"/>
          <w:b/>
          <w:bCs/>
        </w:rPr>
        <w:t xml:space="preserve"> </w:t>
      </w:r>
      <w:r w:rsidR="00772E49" w:rsidRPr="00AE5A6E">
        <w:rPr>
          <w:rFonts w:ascii="Arial" w:hAnsi="Arial" w:cs="Arial"/>
          <w:b/>
          <w:bCs/>
        </w:rPr>
        <w:br/>
      </w:r>
      <w:r w:rsidR="00C25BD1" w:rsidRPr="00AE5A6E">
        <w:rPr>
          <w:rFonts w:ascii="Arial" w:hAnsi="Arial" w:cs="Arial"/>
          <w:b/>
          <w:bCs/>
        </w:rPr>
        <w:t>w Regionalnej Dyrekcji Ochrony Środowiska w Gdańsku, w systemie sprzedaży bezgotówkowej,</w:t>
      </w:r>
      <w:r w:rsidR="00772E49" w:rsidRPr="00AE5A6E">
        <w:rPr>
          <w:rFonts w:ascii="Arial" w:hAnsi="Arial" w:cs="Arial"/>
          <w:b/>
          <w:bCs/>
        </w:rPr>
        <w:t xml:space="preserve"> </w:t>
      </w:r>
      <w:r w:rsidR="00F6454E" w:rsidRPr="00AE5A6E">
        <w:rPr>
          <w:rFonts w:ascii="Arial" w:hAnsi="Arial" w:cs="Arial"/>
          <w:b/>
          <w:bCs/>
        </w:rPr>
        <w:t xml:space="preserve">w okresie od </w:t>
      </w:r>
      <w:r w:rsidR="005B56E0" w:rsidRPr="00AE5A6E">
        <w:rPr>
          <w:rFonts w:ascii="Arial" w:hAnsi="Arial" w:cs="Arial"/>
          <w:b/>
          <w:bCs/>
        </w:rPr>
        <w:t>0</w:t>
      </w:r>
      <w:r w:rsidR="00772E49" w:rsidRPr="00AE5A6E">
        <w:rPr>
          <w:rFonts w:ascii="Arial" w:hAnsi="Arial" w:cs="Arial"/>
          <w:b/>
          <w:bCs/>
        </w:rPr>
        <w:t>3</w:t>
      </w:r>
      <w:r w:rsidR="00F6454E" w:rsidRPr="00AE5A6E">
        <w:rPr>
          <w:rFonts w:ascii="Arial" w:hAnsi="Arial" w:cs="Arial"/>
          <w:b/>
          <w:bCs/>
        </w:rPr>
        <w:t>.01.20</w:t>
      </w:r>
      <w:r w:rsidR="005B56E0" w:rsidRPr="00AE5A6E">
        <w:rPr>
          <w:rFonts w:ascii="Arial" w:hAnsi="Arial" w:cs="Arial"/>
          <w:b/>
          <w:bCs/>
        </w:rPr>
        <w:t>2</w:t>
      </w:r>
      <w:r w:rsidR="00772E49" w:rsidRPr="00AE5A6E">
        <w:rPr>
          <w:rFonts w:ascii="Arial" w:hAnsi="Arial" w:cs="Arial"/>
          <w:b/>
          <w:bCs/>
        </w:rPr>
        <w:t>2</w:t>
      </w:r>
      <w:r w:rsidR="00C25BD1" w:rsidRPr="00AE5A6E">
        <w:rPr>
          <w:rFonts w:ascii="Arial" w:hAnsi="Arial" w:cs="Arial"/>
          <w:b/>
          <w:bCs/>
        </w:rPr>
        <w:t xml:space="preserve">r. do </w:t>
      </w:r>
      <w:r w:rsidR="00F6454E" w:rsidRPr="00AE5A6E">
        <w:rPr>
          <w:rFonts w:ascii="Arial" w:hAnsi="Arial" w:cs="Arial"/>
          <w:b/>
          <w:bCs/>
        </w:rPr>
        <w:t>3</w:t>
      </w:r>
      <w:r w:rsidR="0052673D">
        <w:rPr>
          <w:rFonts w:ascii="Arial" w:hAnsi="Arial" w:cs="Arial"/>
          <w:b/>
          <w:bCs/>
        </w:rPr>
        <w:t>1</w:t>
      </w:r>
      <w:r w:rsidR="00F6454E" w:rsidRPr="00AE5A6E">
        <w:rPr>
          <w:rFonts w:ascii="Arial" w:hAnsi="Arial" w:cs="Arial"/>
          <w:b/>
          <w:bCs/>
        </w:rPr>
        <w:t>.12.20</w:t>
      </w:r>
      <w:r w:rsidR="005B56E0" w:rsidRPr="00AE5A6E">
        <w:rPr>
          <w:rFonts w:ascii="Arial" w:hAnsi="Arial" w:cs="Arial"/>
          <w:b/>
          <w:bCs/>
        </w:rPr>
        <w:t>2</w:t>
      </w:r>
      <w:r w:rsidR="00772E49" w:rsidRPr="00AE5A6E">
        <w:rPr>
          <w:rFonts w:ascii="Arial" w:hAnsi="Arial" w:cs="Arial"/>
          <w:b/>
          <w:bCs/>
        </w:rPr>
        <w:t>2</w:t>
      </w:r>
      <w:r w:rsidR="00C25BD1" w:rsidRPr="00AE5A6E">
        <w:rPr>
          <w:rFonts w:ascii="Arial" w:hAnsi="Arial" w:cs="Arial"/>
          <w:b/>
          <w:bCs/>
        </w:rPr>
        <w:t>r.</w:t>
      </w:r>
      <w:r w:rsidR="00772E49" w:rsidRPr="00AE5A6E">
        <w:rPr>
          <w:rFonts w:ascii="Arial" w:hAnsi="Arial" w:cs="Arial"/>
          <w:b/>
          <w:bCs/>
        </w:rPr>
        <w:t>”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AE5A6E" w:rsidRPr="00772E49" w14:paraId="6E0B0EA8" w14:textId="77777777" w:rsidTr="008703AB">
        <w:trPr>
          <w:trHeight w:val="617"/>
          <w:jc w:val="right"/>
        </w:trPr>
        <w:tc>
          <w:tcPr>
            <w:tcW w:w="2410" w:type="dxa"/>
            <w:vAlign w:val="center"/>
          </w:tcPr>
          <w:p w14:paraId="74EECB43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07F8C786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0776CEF6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393E3EF7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Siedziba</w:t>
            </w:r>
          </w:p>
        </w:tc>
        <w:tc>
          <w:tcPr>
            <w:tcW w:w="6770" w:type="dxa"/>
            <w:vAlign w:val="bottom"/>
          </w:tcPr>
          <w:p w14:paraId="24024DFE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72A50C9F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73EE63FE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B7F030F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443F9C45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40E2161D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NIP</w:t>
            </w:r>
          </w:p>
        </w:tc>
        <w:tc>
          <w:tcPr>
            <w:tcW w:w="6770" w:type="dxa"/>
            <w:vAlign w:val="bottom"/>
          </w:tcPr>
          <w:p w14:paraId="3C77352C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564F44B0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575AE140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REGON</w:t>
            </w:r>
          </w:p>
        </w:tc>
        <w:tc>
          <w:tcPr>
            <w:tcW w:w="6770" w:type="dxa"/>
            <w:vAlign w:val="bottom"/>
          </w:tcPr>
          <w:p w14:paraId="54803A74" w14:textId="77777777" w:rsidR="00772E49" w:rsidRPr="00772E49" w:rsidRDefault="00772E49" w:rsidP="00772E49">
            <w:pPr>
              <w:widowControl w:val="0"/>
              <w:suppressAutoHyphens/>
              <w:spacing w:before="120" w:after="12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6B90005B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3A0AF7E4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Email</w:t>
            </w:r>
          </w:p>
        </w:tc>
        <w:tc>
          <w:tcPr>
            <w:tcW w:w="6770" w:type="dxa"/>
            <w:vAlign w:val="bottom"/>
          </w:tcPr>
          <w:p w14:paraId="51D4CB81" w14:textId="77777777" w:rsidR="00772E49" w:rsidRPr="00772E49" w:rsidRDefault="00772E49" w:rsidP="00772E49">
            <w:pPr>
              <w:widowControl w:val="0"/>
              <w:suppressAutoHyphens/>
              <w:spacing w:before="120" w:after="12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</w:tbl>
    <w:p w14:paraId="4364F019" w14:textId="77777777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0950F8AD" w14:textId="77D50D1C" w:rsidR="004D0876" w:rsidRPr="004D0876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0260B10F" w14:textId="77777777" w:rsidR="004D0876" w:rsidRPr="004D0876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579A0905" w14:textId="6DF58D59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Składamy ofertę i zobowiązujemy się wykonać przedmiot zamówienia</w:t>
      </w:r>
      <w:r w:rsidRPr="004D0876">
        <w:rPr>
          <w:rFonts w:ascii="Arial" w:eastAsiaTheme="minorHAnsi" w:hAnsi="Arial" w:cs="Arial"/>
        </w:rPr>
        <w:t xml:space="preserve"> </w:t>
      </w:r>
      <w:r w:rsidRPr="004D0876">
        <w:rPr>
          <w:rFonts w:ascii="Arial" w:eastAsia="Trebuchet MS" w:hAnsi="Arial" w:cs="Arial"/>
          <w:bCs/>
        </w:rPr>
        <w:t xml:space="preserve">dla </w:t>
      </w:r>
      <w:r w:rsidRPr="004D0876">
        <w:rPr>
          <w:rFonts w:ascii="Arial" w:eastAsiaTheme="minorHAnsi" w:hAnsi="Arial" w:cs="Arial"/>
          <w:bCs/>
        </w:rPr>
        <w:t>Regionalnej Dyrekcji Ochrony Środowiska w Gdańsku:</w:t>
      </w:r>
    </w:p>
    <w:p w14:paraId="003C8DAA" w14:textId="77777777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850"/>
        <w:gridCol w:w="851"/>
        <w:gridCol w:w="1275"/>
        <w:gridCol w:w="747"/>
        <w:gridCol w:w="1417"/>
        <w:gridCol w:w="1418"/>
        <w:gridCol w:w="954"/>
      </w:tblGrid>
      <w:tr w:rsidR="00AE5A6E" w:rsidRPr="00AE5A6E" w14:paraId="387D4DCB" w14:textId="77777777" w:rsidTr="004D0876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EB534C" w14:textId="77777777" w:rsidR="00491C70" w:rsidRPr="00AE5A6E" w:rsidRDefault="00491C70" w:rsidP="00AA01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E75D40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Nazwa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F16DDE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>za 1 litr netto</w:t>
            </w:r>
          </w:p>
          <w:p w14:paraId="25109CD1" w14:textId="727EFAA3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95CB620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 xml:space="preserve">za 1 litr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>brutto</w:t>
            </w:r>
          </w:p>
          <w:p w14:paraId="44C3A5F1" w14:textId="0C6237B4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C1F0DC" w14:textId="77777777" w:rsidR="00491C70" w:rsidRPr="00AE5A6E" w:rsidRDefault="00491C70" w:rsidP="00C25BD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Szacowana wielkość zamówienia/ ilość w litrach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41E763" w14:textId="44377B0C" w:rsidR="00491C70" w:rsidRPr="00AE5A6E" w:rsidRDefault="00491C70" w:rsidP="007A743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Stały upust </w:t>
            </w:r>
          </w:p>
          <w:p w14:paraId="26A04C78" w14:textId="77777777" w:rsidR="00491C70" w:rsidRPr="00AE5A6E" w:rsidRDefault="00491C70" w:rsidP="00772E4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81DE2D" w14:textId="31A9DE81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Cena za 1 litr netto uwzględniająca stały upust</w:t>
            </w:r>
          </w:p>
          <w:p w14:paraId="006D2040" w14:textId="4D8E71F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CB6FE7" w14:textId="5B73E941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Cena za 1 litr brutto uwzględniająca stały upust</w:t>
            </w:r>
          </w:p>
          <w:p w14:paraId="62F0487E" w14:textId="6CB7EF9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B0CB8B" w14:textId="725EFB3C" w:rsidR="00491C70" w:rsidRPr="00AE5A6E" w:rsidRDefault="002D4E12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  <w:r w:rsidR="00491C70" w:rsidRPr="00AE5A6E">
              <w:rPr>
                <w:rFonts w:ascii="Arial" w:hAnsi="Arial" w:cs="Arial"/>
                <w:b/>
                <w:sz w:val="16"/>
                <w:szCs w:val="16"/>
              </w:rPr>
              <w:t xml:space="preserve"> (5*8)</w:t>
            </w:r>
          </w:p>
        </w:tc>
      </w:tr>
      <w:tr w:rsidR="00AE5A6E" w:rsidRPr="00AE5A6E" w14:paraId="254D2EA0" w14:textId="77777777" w:rsidTr="004D0876">
        <w:trPr>
          <w:trHeight w:val="1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E245C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5BF6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DA8EB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5FD90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D4E02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949F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2CD2B" w14:textId="2B369F49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D4D0A4" w14:textId="69898DA8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04ED6" w14:textId="3CEF1DAC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AE5A6E" w:rsidRPr="00AE5A6E" w14:paraId="033CD8CF" w14:textId="77777777" w:rsidTr="004D0876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5BE28" w14:textId="756EDFDB" w:rsidR="00491C70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CA966" w14:textId="16C593AC" w:rsidR="00491C70" w:rsidRPr="00AE5A6E" w:rsidRDefault="00491C70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5A6E">
              <w:rPr>
                <w:rFonts w:asciiTheme="minorHAnsi" w:hAnsiTheme="minorHAnsi" w:cstheme="minorHAnsi"/>
                <w:b/>
                <w:sz w:val="20"/>
                <w:szCs w:val="20"/>
              </w:rPr>
              <w:t>PB 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C0B6F9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DC5EEC4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5C47A" w14:textId="47F034A3" w:rsidR="00491C70" w:rsidRPr="00AE5A6E" w:rsidRDefault="00772E49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5A6E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491C70" w:rsidRPr="00AE5A6E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42F25AF" w14:textId="029D8B4B" w:rsidR="00491C70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50366B7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D0AD189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6FC5683D" w14:textId="29A43ED2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6E" w:rsidRPr="00AE5A6E" w14:paraId="1FD1C096" w14:textId="77777777" w:rsidTr="004D0876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E93C" w14:textId="3590E517" w:rsidR="00491C70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D8A6C" w14:textId="488ED642" w:rsidR="00491C70" w:rsidRPr="00AE5A6E" w:rsidRDefault="00491C70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5A6E">
              <w:rPr>
                <w:rFonts w:asciiTheme="minorHAnsi" w:hAnsiTheme="minorHAnsi" w:cstheme="minorHAnsi"/>
                <w:b/>
              </w:rPr>
              <w:t>PB98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1943318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D78DBBC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2A818" w14:textId="33F50EE7" w:rsidR="00491C70" w:rsidRPr="00AE5A6E" w:rsidRDefault="00772E49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5A6E">
              <w:rPr>
                <w:rFonts w:ascii="Arial" w:hAnsi="Arial" w:cs="Arial"/>
                <w:b/>
                <w:sz w:val="20"/>
                <w:szCs w:val="20"/>
              </w:rPr>
              <w:t>1 5</w:t>
            </w:r>
            <w:r w:rsidR="00491C70" w:rsidRPr="00AE5A6E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54770AC" w14:textId="662FD9C9" w:rsidR="00491C70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2EEB34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782C5C0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0BA22B2" w14:textId="1B6547D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6E" w:rsidRPr="00AE5A6E" w14:paraId="36B1B36C" w14:textId="77777777" w:rsidTr="002D4E12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0AB8" w14:textId="3D50A205" w:rsidR="00772E49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80DC8" w14:textId="54B302CB" w:rsidR="00772E49" w:rsidRPr="00AE5A6E" w:rsidRDefault="00772E49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E5A6E">
              <w:rPr>
                <w:rFonts w:asciiTheme="minorHAnsi" w:hAnsiTheme="minorHAnsi" w:cstheme="minorHAnsi"/>
                <w:b/>
              </w:rPr>
              <w:t>LPG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D45A2CC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38350BD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BD3A53" w14:textId="4B20CBCE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5A6E">
              <w:rPr>
                <w:rFonts w:ascii="Arial" w:hAnsi="Arial" w:cs="Arial"/>
                <w:b/>
                <w:sz w:val="20"/>
                <w:szCs w:val="20"/>
              </w:rPr>
              <w:t>800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9736FEC" w14:textId="54C2D31A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C998E9E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A013417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B383762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12" w:rsidRPr="00AE5A6E" w14:paraId="53E191FC" w14:textId="77777777" w:rsidTr="002D4E12">
        <w:trPr>
          <w:trHeight w:val="458"/>
          <w:jc w:val="center"/>
        </w:trPr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688ED39" w14:textId="203B6308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Wypełnia</w:t>
            </w:r>
            <w:r>
              <w:rPr>
                <w:rFonts w:ascii="Arial" w:hAnsi="Arial" w:cs="Arial"/>
                <w:sz w:val="16"/>
                <w:szCs w:val="16"/>
              </w:rPr>
              <w:t xml:space="preserve"> osoba składająca ofertę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E01639E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7A247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9A92E" w14:textId="296011F8" w:rsidR="002D4E12" w:rsidRPr="00AE5A6E" w:rsidRDefault="002D4E12" w:rsidP="002D4E1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Całkowita wartość: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B2C0C53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C9952D" w14:textId="77777777" w:rsidR="00AF31EF" w:rsidRPr="00AE5A6E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lastRenderedPageBreak/>
        <w:t>Dostępność stacji w miejscowościach:</w:t>
      </w:r>
    </w:p>
    <w:p w14:paraId="025A3706" w14:textId="41D67439" w:rsidR="00AF31EF" w:rsidRPr="00AE5A6E" w:rsidRDefault="00AF31EF" w:rsidP="00AE5A6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Dziemiany</w:t>
      </w:r>
      <w:r w:rsidRPr="00AE5A6E">
        <w:rPr>
          <w:rFonts w:ascii="Arial" w:hAnsi="Arial" w:cs="Arial"/>
        </w:rPr>
        <w:tab/>
      </w:r>
      <w:r w:rsidRPr="00AE5A6E">
        <w:rPr>
          <w:rFonts w:ascii="Arial" w:hAnsi="Arial" w:cs="Arial"/>
        </w:rPr>
        <w:tab/>
      </w:r>
      <w:r w:rsidR="00491C70" w:rsidRPr="00AE5A6E">
        <w:rPr>
          <w:rFonts w:ascii="Arial" w:hAnsi="Arial" w:cs="Arial"/>
        </w:rPr>
        <w:t xml:space="preserve">           </w:t>
      </w:r>
      <w:r w:rsidRPr="00AE5A6E">
        <w:rPr>
          <w:rFonts w:ascii="Arial" w:hAnsi="Arial" w:cs="Arial"/>
        </w:rPr>
        <w:t>tak  /  nie *</w:t>
      </w:r>
    </w:p>
    <w:p w14:paraId="59FD87B1" w14:textId="14AAAB80" w:rsidR="00AF31EF" w:rsidRPr="00AE5A6E" w:rsidRDefault="00AF31EF" w:rsidP="00AE5A6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Władysławowo</w:t>
      </w:r>
      <w:r w:rsidRPr="00AE5A6E">
        <w:rPr>
          <w:rFonts w:ascii="Arial" w:hAnsi="Arial" w:cs="Arial"/>
        </w:rPr>
        <w:tab/>
      </w:r>
      <w:r w:rsidR="00491C70" w:rsidRPr="00AE5A6E">
        <w:rPr>
          <w:rFonts w:ascii="Arial" w:hAnsi="Arial" w:cs="Arial"/>
        </w:rPr>
        <w:t xml:space="preserve">           </w:t>
      </w:r>
      <w:r w:rsidRPr="00AE5A6E">
        <w:rPr>
          <w:rFonts w:ascii="Arial" w:hAnsi="Arial" w:cs="Arial"/>
        </w:rPr>
        <w:t>tak  /  nie *</w:t>
      </w:r>
    </w:p>
    <w:p w14:paraId="6E4B7914" w14:textId="77777777" w:rsidR="00AF31EF" w:rsidRPr="00AE5A6E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 xml:space="preserve">* </w:t>
      </w:r>
      <w:r w:rsidR="007A7439" w:rsidRPr="00AE5A6E">
        <w:rPr>
          <w:rFonts w:ascii="Arial" w:hAnsi="Arial" w:cs="Arial"/>
          <w:sz w:val="20"/>
          <w:szCs w:val="20"/>
        </w:rPr>
        <w:t>niewłaściwe skreślić</w:t>
      </w:r>
    </w:p>
    <w:p w14:paraId="6070D4B2" w14:textId="7CB63DE1" w:rsidR="00673374" w:rsidRPr="00AE5A6E" w:rsidRDefault="00673374" w:rsidP="0067337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670CDFB" w14:textId="7EAF65F9" w:rsidR="00AE5A6E" w:rsidRPr="00AE5A6E" w:rsidRDefault="00AE5A6E" w:rsidP="00673374">
      <w:p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Oświadczamy, że:</w:t>
      </w:r>
    </w:p>
    <w:p w14:paraId="1097C706" w14:textId="77777777" w:rsidR="00AE5A6E" w:rsidRPr="00AE5A6E" w:rsidRDefault="00AE5A6E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U</w:t>
      </w:r>
      <w:r w:rsidR="00673374" w:rsidRPr="00AE5A6E">
        <w:rPr>
          <w:rFonts w:ascii="Arial" w:hAnsi="Arial" w:cs="Arial"/>
        </w:rPr>
        <w:t>zyskaliśmy informacje konieczne do przygotowania oferty i właściwego wykonania</w:t>
      </w:r>
      <w:r w:rsidR="0047185D" w:rsidRPr="00AE5A6E">
        <w:rPr>
          <w:rFonts w:ascii="Arial" w:hAnsi="Arial" w:cs="Arial"/>
          <w:iCs/>
        </w:rPr>
        <w:t xml:space="preserve"> z</w:t>
      </w:r>
      <w:r w:rsidR="00673374" w:rsidRPr="00AE5A6E">
        <w:rPr>
          <w:rFonts w:ascii="Arial" w:hAnsi="Arial" w:cs="Arial"/>
        </w:rPr>
        <w:t>amówienia</w:t>
      </w:r>
      <w:r w:rsidRPr="00AE5A6E">
        <w:rPr>
          <w:rFonts w:ascii="Arial" w:hAnsi="Arial" w:cs="Arial"/>
        </w:rPr>
        <w:t>.</w:t>
      </w:r>
    </w:p>
    <w:p w14:paraId="5FAEFB06" w14:textId="77777777" w:rsidR="00AE5A6E" w:rsidRPr="00AE5A6E" w:rsidRDefault="00AE5A6E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W</w:t>
      </w:r>
      <w:r w:rsidR="00AF31EF" w:rsidRPr="00AE5A6E">
        <w:rPr>
          <w:rFonts w:ascii="Arial" w:hAnsi="Arial" w:cs="Arial"/>
        </w:rPr>
        <w:t xml:space="preserve"> cenie oferty zostały uwzględnione wszystkie koszty wykonania</w:t>
      </w:r>
      <w:r w:rsidRPr="00AE5A6E">
        <w:rPr>
          <w:rFonts w:ascii="Arial" w:hAnsi="Arial" w:cs="Arial"/>
        </w:rPr>
        <w:t xml:space="preserve"> </w:t>
      </w:r>
      <w:r w:rsidR="00AF31EF" w:rsidRPr="00AE5A6E">
        <w:rPr>
          <w:rFonts w:ascii="Arial" w:hAnsi="Arial" w:cs="Arial"/>
        </w:rPr>
        <w:t>zamówienia i realizacji przyszłego świadczenia umownego.</w:t>
      </w:r>
    </w:p>
    <w:p w14:paraId="29A8BB99" w14:textId="77777777" w:rsidR="00AE5A6E" w:rsidRPr="00AE5A6E" w:rsidRDefault="00AF31EF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Zapewniamy Zamawiającemu ww</w:t>
      </w:r>
      <w:r w:rsidR="00AE5A6E" w:rsidRPr="00AE5A6E">
        <w:rPr>
          <w:rFonts w:ascii="Arial" w:hAnsi="Arial" w:cs="Arial"/>
        </w:rPr>
        <w:t>.</w:t>
      </w:r>
      <w:r w:rsidRPr="00AE5A6E">
        <w:rPr>
          <w:rFonts w:ascii="Arial" w:hAnsi="Arial" w:cs="Arial"/>
        </w:rPr>
        <w:t xml:space="preserve"> zakup na stacjach benzynowych na terenie</w:t>
      </w:r>
      <w:r w:rsidRPr="00AE5A6E">
        <w:rPr>
          <w:rFonts w:ascii="Arial" w:hAnsi="Arial" w:cs="Arial"/>
        </w:rPr>
        <w:br/>
        <w:t>całego kraju,</w:t>
      </w:r>
      <w:r w:rsidR="007A7439" w:rsidRPr="00AE5A6E">
        <w:rPr>
          <w:rFonts w:ascii="Arial" w:hAnsi="Arial" w:cs="Arial"/>
        </w:rPr>
        <w:t xml:space="preserve"> przy czym najbliższa stacja w stosunku do siedziby Zamawiającego </w:t>
      </w:r>
      <w:r w:rsidR="00673374" w:rsidRPr="00AE5A6E">
        <w:rPr>
          <w:rFonts w:ascii="Arial" w:hAnsi="Arial" w:cs="Arial"/>
        </w:rPr>
        <w:t>mieści się przy ul. …..……………………………………w Gdańsku.</w:t>
      </w:r>
    </w:p>
    <w:p w14:paraId="62CFC86A" w14:textId="4931A197" w:rsidR="00AF31EF" w:rsidRPr="00AE5A6E" w:rsidRDefault="00AF31EF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 xml:space="preserve">Rozliczenie finansowe za tankowany </w:t>
      </w:r>
      <w:r w:rsidR="005B56E0" w:rsidRPr="00AE5A6E">
        <w:rPr>
          <w:rFonts w:ascii="Arial" w:hAnsi="Arial" w:cs="Arial"/>
        </w:rPr>
        <w:t>asortyment</w:t>
      </w:r>
      <w:r w:rsidRPr="00AE5A6E">
        <w:rPr>
          <w:rFonts w:ascii="Arial" w:hAnsi="Arial" w:cs="Arial"/>
        </w:rPr>
        <w:t xml:space="preserve"> odbywać się będzie bezgotówkowo za pomocą kart flotowych i zostanie podpisana umowa na świadczenie usług na okres od </w:t>
      </w:r>
      <w:r w:rsidR="005B56E0" w:rsidRPr="00AE5A6E">
        <w:rPr>
          <w:rFonts w:ascii="Arial" w:hAnsi="Arial" w:cs="Arial"/>
        </w:rPr>
        <w:t>0</w:t>
      </w:r>
      <w:r w:rsidR="00AE5A6E" w:rsidRPr="00AE5A6E">
        <w:rPr>
          <w:rFonts w:ascii="Arial" w:hAnsi="Arial" w:cs="Arial"/>
        </w:rPr>
        <w:t>3</w:t>
      </w:r>
      <w:r w:rsidRPr="00AE5A6E">
        <w:rPr>
          <w:rFonts w:ascii="Arial" w:hAnsi="Arial" w:cs="Arial"/>
        </w:rPr>
        <w:t>.01.20</w:t>
      </w:r>
      <w:r w:rsidR="005B56E0" w:rsidRPr="00AE5A6E">
        <w:rPr>
          <w:rFonts w:ascii="Arial" w:hAnsi="Arial" w:cs="Arial"/>
        </w:rPr>
        <w:t>2</w:t>
      </w:r>
      <w:r w:rsidR="00AE5A6E" w:rsidRPr="00AE5A6E">
        <w:rPr>
          <w:rFonts w:ascii="Arial" w:hAnsi="Arial" w:cs="Arial"/>
        </w:rPr>
        <w:t>2</w:t>
      </w:r>
      <w:r w:rsidR="007A7439" w:rsidRPr="00AE5A6E">
        <w:rPr>
          <w:rFonts w:ascii="Arial" w:hAnsi="Arial" w:cs="Arial"/>
        </w:rPr>
        <w:t>r.</w:t>
      </w:r>
      <w:r w:rsidRPr="00AE5A6E">
        <w:rPr>
          <w:rFonts w:ascii="Arial" w:hAnsi="Arial" w:cs="Arial"/>
        </w:rPr>
        <w:t xml:space="preserve"> do 31.12.20</w:t>
      </w:r>
      <w:r w:rsidR="005B56E0" w:rsidRPr="00AE5A6E">
        <w:rPr>
          <w:rFonts w:ascii="Arial" w:hAnsi="Arial" w:cs="Arial"/>
        </w:rPr>
        <w:t>2</w:t>
      </w:r>
      <w:r w:rsidR="00AE5A6E" w:rsidRPr="00AE5A6E">
        <w:rPr>
          <w:rFonts w:ascii="Arial" w:hAnsi="Arial" w:cs="Arial"/>
        </w:rPr>
        <w:t>2</w:t>
      </w:r>
      <w:r w:rsidRPr="00AE5A6E">
        <w:rPr>
          <w:rFonts w:ascii="Arial" w:hAnsi="Arial" w:cs="Arial"/>
        </w:rPr>
        <w:t>r.</w:t>
      </w:r>
    </w:p>
    <w:p w14:paraId="2C710B93" w14:textId="77777777" w:rsidR="00AE5A6E" w:rsidRPr="00AE5A6E" w:rsidRDefault="00AE5A6E" w:rsidP="00AE5A6E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 xml:space="preserve">W stosunku do wszystkich osób, które będą występować w postępowaniu o udzielenie zamówienia publicznego wypełniłam/wypełniłem obowiązki informacyjne przewidziane </w:t>
      </w:r>
      <w:r w:rsidRPr="00AE5A6E">
        <w:rPr>
          <w:rFonts w:ascii="Arial" w:hAnsi="Arial" w:cs="Arial"/>
        </w:rPr>
        <w:br/>
        <w:t xml:space="preserve">w art. 13 lub art. 14 RODO, wobec wszystkich osób fizycznych, których dane osobowe zostały przedstawione w celu ubiegania się o udzielenie zamówienia publicznego </w:t>
      </w:r>
      <w:r w:rsidRPr="00AE5A6E">
        <w:rPr>
          <w:rFonts w:ascii="Arial" w:hAnsi="Arial" w:cs="Arial"/>
        </w:rPr>
        <w:br/>
        <w:t>w niniejszym postępowaniu</w:t>
      </w:r>
      <w:r w:rsidRPr="00AE5A6E">
        <w:rPr>
          <w:rFonts w:ascii="Arial" w:hAnsi="Arial" w:cs="Arial"/>
          <w:vertAlign w:val="superscript"/>
        </w:rPr>
        <w:footnoteReference w:id="1"/>
      </w:r>
      <w:r w:rsidRPr="00AE5A6E">
        <w:rPr>
          <w:rFonts w:ascii="Arial" w:hAnsi="Arial" w:cs="Arial"/>
        </w:rPr>
        <w:t xml:space="preserve">. </w:t>
      </w:r>
    </w:p>
    <w:p w14:paraId="07D5CB1E" w14:textId="77777777" w:rsidR="00AE5A6E" w:rsidRPr="00AE5A6E" w:rsidRDefault="00AE5A6E" w:rsidP="00AE5A6E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14:paraId="4A6B8B4F" w14:textId="77777777" w:rsidR="00AE5A6E" w:rsidRPr="00AE5A6E" w:rsidRDefault="00AE5A6E" w:rsidP="00AE5A6E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  <w:r w:rsidRPr="00AE5A6E">
        <w:rPr>
          <w:rFonts w:ascii="Arial" w:hAnsi="Arial" w:cs="Arial"/>
          <w:i/>
          <w:iCs/>
          <w:sz w:val="22"/>
          <w:szCs w:val="22"/>
        </w:rPr>
        <w:t xml:space="preserve">                     </w:t>
      </w:r>
    </w:p>
    <w:p w14:paraId="264B72AD" w14:textId="77777777" w:rsidR="00AE5A6E" w:rsidRDefault="00AE5A6E" w:rsidP="00AE5A6E">
      <w:pPr>
        <w:pStyle w:val="Standard"/>
        <w:spacing w:line="360" w:lineRule="auto"/>
        <w:ind w:left="709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14:paraId="0B584980" w14:textId="77777777" w:rsidR="00AE5A6E" w:rsidRDefault="00AE5A6E" w:rsidP="00AE5A6E">
      <w:pPr>
        <w:pStyle w:val="Standard"/>
        <w:spacing w:line="360" w:lineRule="auto"/>
        <w:ind w:left="709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14:paraId="2FDDE0AB" w14:textId="377B2C1E" w:rsidR="00AE5A6E" w:rsidRPr="00010559" w:rsidRDefault="00AE5A6E" w:rsidP="00AE5A6E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  <w:r w:rsidRPr="00F13AF9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           </w:t>
      </w:r>
    </w:p>
    <w:p w14:paraId="6E00BE62" w14:textId="77777777" w:rsidR="00AE5A6E" w:rsidRPr="00010559" w:rsidRDefault="00AE5A6E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010559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14:paraId="2D94B3A2" w14:textId="77777777" w:rsidR="00AE5A6E" w:rsidRPr="00010559" w:rsidRDefault="00AE5A6E" w:rsidP="00AE5A6E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 w:rsidRPr="00010559">
        <w:rPr>
          <w:rFonts w:cs="Arial"/>
          <w:i w:val="0"/>
          <w:iCs w:val="0"/>
          <w:sz w:val="18"/>
          <w:szCs w:val="18"/>
        </w:rPr>
        <w:t>(Podpis i pieczątka upoważnionego</w:t>
      </w:r>
      <w:r w:rsidRPr="00010559">
        <w:rPr>
          <w:rFonts w:cs="Arial"/>
          <w:i w:val="0"/>
          <w:iCs w:val="0"/>
          <w:sz w:val="18"/>
          <w:szCs w:val="18"/>
        </w:rPr>
        <w:br/>
        <w:t xml:space="preserve"> przedstawiciela Wykonawcy)</w:t>
      </w:r>
    </w:p>
    <w:p w14:paraId="101102DD" w14:textId="77777777" w:rsidR="00AE5A6E" w:rsidRPr="00AE5A6E" w:rsidRDefault="00AE5A6E" w:rsidP="00AE5A6E">
      <w:pPr>
        <w:pStyle w:val="Akapitzlist"/>
        <w:spacing w:after="120" w:line="240" w:lineRule="auto"/>
        <w:ind w:left="284"/>
        <w:jc w:val="both"/>
        <w:rPr>
          <w:rFonts w:ascii="Arial" w:hAnsi="Arial" w:cs="Arial"/>
        </w:rPr>
      </w:pPr>
    </w:p>
    <w:p w14:paraId="58486F23" w14:textId="77777777" w:rsidR="00AF31EF" w:rsidRPr="00962C23" w:rsidRDefault="00AF31EF" w:rsidP="00AF31EF">
      <w:pPr>
        <w:tabs>
          <w:tab w:val="left" w:pos="6030"/>
        </w:tabs>
        <w:rPr>
          <w:rFonts w:ascii="Arial" w:hAnsi="Arial" w:cs="Arial"/>
          <w:sz w:val="20"/>
          <w:szCs w:val="20"/>
        </w:rPr>
      </w:pPr>
    </w:p>
    <w:p w14:paraId="6DDC6961" w14:textId="77777777" w:rsidR="00AF31EF" w:rsidRPr="00962C23" w:rsidRDefault="00AF31EF" w:rsidP="00AF31EF">
      <w:pPr>
        <w:tabs>
          <w:tab w:val="left" w:pos="6030"/>
        </w:tabs>
        <w:rPr>
          <w:rFonts w:ascii="Arial" w:hAnsi="Arial" w:cs="Arial"/>
          <w:sz w:val="20"/>
          <w:szCs w:val="20"/>
        </w:rPr>
      </w:pPr>
    </w:p>
    <w:p w14:paraId="3BC39C02" w14:textId="77777777" w:rsidR="00AF31EF" w:rsidRPr="00962C23" w:rsidRDefault="00AF31EF" w:rsidP="00AF31EF">
      <w:pPr>
        <w:tabs>
          <w:tab w:val="left" w:pos="6030"/>
        </w:tabs>
        <w:rPr>
          <w:rFonts w:ascii="Arial" w:hAnsi="Arial" w:cs="Arial"/>
          <w:sz w:val="20"/>
          <w:szCs w:val="20"/>
        </w:rPr>
      </w:pPr>
    </w:p>
    <w:p w14:paraId="1DEA0F5E" w14:textId="77777777" w:rsidR="00633F2F" w:rsidRPr="00962C23" w:rsidRDefault="00633F2F" w:rsidP="00AF0B90">
      <w:pPr>
        <w:spacing w:line="240" w:lineRule="auto"/>
        <w:rPr>
          <w:rFonts w:ascii="Arial" w:hAnsi="Arial" w:cs="Arial"/>
        </w:rPr>
      </w:pPr>
    </w:p>
    <w:sectPr w:rsidR="00633F2F" w:rsidRPr="00962C23" w:rsidSect="00772E4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5F03C" w14:textId="77777777" w:rsidR="006B21FE" w:rsidRDefault="006B21FE" w:rsidP="000F38F9">
      <w:pPr>
        <w:spacing w:after="0" w:line="240" w:lineRule="auto"/>
      </w:pPr>
      <w:r>
        <w:separator/>
      </w:r>
    </w:p>
  </w:endnote>
  <w:endnote w:type="continuationSeparator" w:id="0">
    <w:p w14:paraId="081FBD5D" w14:textId="77777777" w:rsidR="006B21FE" w:rsidRDefault="006B21FE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848EC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1CF71" w14:textId="5259D21A" w:rsidR="00962C23" w:rsidRDefault="00962C23" w:rsidP="00962C23">
    <w:pPr>
      <w:pStyle w:val="Stopka"/>
      <w:tabs>
        <w:tab w:val="clear" w:pos="4536"/>
      </w:tabs>
      <w:ind w:hanging="426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44805" w14:textId="77777777" w:rsidR="006B21FE" w:rsidRDefault="006B21FE" w:rsidP="000F38F9">
      <w:pPr>
        <w:spacing w:after="0" w:line="240" w:lineRule="auto"/>
      </w:pPr>
      <w:r>
        <w:separator/>
      </w:r>
    </w:p>
  </w:footnote>
  <w:footnote w:type="continuationSeparator" w:id="0">
    <w:p w14:paraId="27897F41" w14:textId="77777777" w:rsidR="006B21FE" w:rsidRDefault="006B21FE" w:rsidP="000F38F9">
      <w:pPr>
        <w:spacing w:after="0" w:line="240" w:lineRule="auto"/>
      </w:pPr>
      <w:r>
        <w:continuationSeparator/>
      </w:r>
    </w:p>
  </w:footnote>
  <w:footnote w:id="1">
    <w:p w14:paraId="3CBC1569" w14:textId="77777777" w:rsidR="00AE5A6E" w:rsidRPr="00AE5A6E" w:rsidRDefault="00AE5A6E" w:rsidP="00AE5A6E">
      <w:pPr>
        <w:pStyle w:val="Tekstprzypisudolnego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FB4F4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FB4F41">
        <w:rPr>
          <w:color w:val="0F243E" w:themeColor="text2" w:themeShade="80"/>
          <w:sz w:val="14"/>
          <w:szCs w:val="14"/>
        </w:rPr>
        <w:t xml:space="preserve">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rozporządzenie Parlamentu E</w:t>
      </w:r>
      <w:r w:rsidRPr="00AE5A6E">
        <w:rPr>
          <w:rFonts w:ascii="Arial" w:hAnsi="Arial" w:cs="Arial"/>
          <w:sz w:val="14"/>
          <w:szCs w:val="14"/>
        </w:rPr>
        <w:t xml:space="preserve">uropejskiego i Rady (UE) 2016/679 z dnia 27 kwietnia 2016 r. w sprawie ochrony osób fizycznych w związku </w:t>
      </w:r>
      <w:r w:rsidRPr="00AE5A6E">
        <w:rPr>
          <w:rFonts w:ascii="Arial" w:hAnsi="Arial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168E2288" w14:textId="77777777" w:rsidR="00AE5A6E" w:rsidRDefault="00AE5A6E" w:rsidP="00AE5A6E">
      <w:pPr>
        <w:pStyle w:val="Tekstprzypisudolnego"/>
        <w:spacing w:after="0" w:line="240" w:lineRule="auto"/>
      </w:pPr>
      <w:r w:rsidRPr="00AE5A6E">
        <w:rPr>
          <w:rStyle w:val="Odwoanieprzypisudolnego"/>
          <w:rFonts w:ascii="Arial" w:hAnsi="Arial" w:cs="Arial"/>
          <w:sz w:val="14"/>
          <w:szCs w:val="14"/>
        </w:rPr>
        <w:t>2</w:t>
      </w:r>
      <w:r w:rsidRPr="00AE5A6E"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A11A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9D5D" w14:textId="67FF800F" w:rsidR="00FF1ACA" w:rsidRDefault="00FF1ACA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C77D7"/>
    <w:multiLevelType w:val="hybridMultilevel"/>
    <w:tmpl w:val="8E443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062F9"/>
    <w:multiLevelType w:val="singleLevel"/>
    <w:tmpl w:val="B8E83C00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FA315D4"/>
    <w:multiLevelType w:val="hybridMultilevel"/>
    <w:tmpl w:val="184435C4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1EF"/>
    <w:rsid w:val="00010559"/>
    <w:rsid w:val="00010A42"/>
    <w:rsid w:val="00037C21"/>
    <w:rsid w:val="000D1C14"/>
    <w:rsid w:val="000F3813"/>
    <w:rsid w:val="000F38F9"/>
    <w:rsid w:val="000F6CE1"/>
    <w:rsid w:val="00147E2F"/>
    <w:rsid w:val="00152CA5"/>
    <w:rsid w:val="00175D69"/>
    <w:rsid w:val="001766D0"/>
    <w:rsid w:val="001A12FD"/>
    <w:rsid w:val="001A5FF3"/>
    <w:rsid w:val="001E5D3D"/>
    <w:rsid w:val="001F489F"/>
    <w:rsid w:val="002078CB"/>
    <w:rsid w:val="00221F98"/>
    <w:rsid w:val="0022440F"/>
    <w:rsid w:val="00225414"/>
    <w:rsid w:val="00230053"/>
    <w:rsid w:val="0024534D"/>
    <w:rsid w:val="002A2117"/>
    <w:rsid w:val="002C018D"/>
    <w:rsid w:val="002C28AF"/>
    <w:rsid w:val="002D4E12"/>
    <w:rsid w:val="002E195E"/>
    <w:rsid w:val="002F3587"/>
    <w:rsid w:val="0031184D"/>
    <w:rsid w:val="00311BAA"/>
    <w:rsid w:val="00312D02"/>
    <w:rsid w:val="003149CE"/>
    <w:rsid w:val="00342586"/>
    <w:rsid w:val="00350DC0"/>
    <w:rsid w:val="0036229F"/>
    <w:rsid w:val="003714E9"/>
    <w:rsid w:val="00383FDD"/>
    <w:rsid w:val="00390E4A"/>
    <w:rsid w:val="00393829"/>
    <w:rsid w:val="003B53EB"/>
    <w:rsid w:val="003C3F39"/>
    <w:rsid w:val="003F14C8"/>
    <w:rsid w:val="004200CE"/>
    <w:rsid w:val="00425F85"/>
    <w:rsid w:val="0047185D"/>
    <w:rsid w:val="00476E20"/>
    <w:rsid w:val="00491C70"/>
    <w:rsid w:val="00493FA6"/>
    <w:rsid w:val="004959AC"/>
    <w:rsid w:val="004A2F36"/>
    <w:rsid w:val="004D0876"/>
    <w:rsid w:val="004E165F"/>
    <w:rsid w:val="00522C1A"/>
    <w:rsid w:val="0052673D"/>
    <w:rsid w:val="0054781B"/>
    <w:rsid w:val="00557FD4"/>
    <w:rsid w:val="005B56E0"/>
    <w:rsid w:val="005C7609"/>
    <w:rsid w:val="005E1CC4"/>
    <w:rsid w:val="005F4F3B"/>
    <w:rsid w:val="00611136"/>
    <w:rsid w:val="0062060B"/>
    <w:rsid w:val="0062316B"/>
    <w:rsid w:val="00626F39"/>
    <w:rsid w:val="00633F2F"/>
    <w:rsid w:val="006657C0"/>
    <w:rsid w:val="00673374"/>
    <w:rsid w:val="006A3B2C"/>
    <w:rsid w:val="006A4DC4"/>
    <w:rsid w:val="006B21FE"/>
    <w:rsid w:val="00700C6B"/>
    <w:rsid w:val="00705E77"/>
    <w:rsid w:val="00721AE7"/>
    <w:rsid w:val="0075095D"/>
    <w:rsid w:val="00762D7D"/>
    <w:rsid w:val="00772E49"/>
    <w:rsid w:val="007876CB"/>
    <w:rsid w:val="007A7439"/>
    <w:rsid w:val="007A7EBB"/>
    <w:rsid w:val="007B5595"/>
    <w:rsid w:val="007D7C22"/>
    <w:rsid w:val="007E28EB"/>
    <w:rsid w:val="008053E2"/>
    <w:rsid w:val="00812CEA"/>
    <w:rsid w:val="00846AB3"/>
    <w:rsid w:val="0085274A"/>
    <w:rsid w:val="008A54E2"/>
    <w:rsid w:val="008B6E97"/>
    <w:rsid w:val="008D77DE"/>
    <w:rsid w:val="009301BF"/>
    <w:rsid w:val="00951C0C"/>
    <w:rsid w:val="00961420"/>
    <w:rsid w:val="00962C23"/>
    <w:rsid w:val="0096370D"/>
    <w:rsid w:val="00972DCB"/>
    <w:rsid w:val="009949ED"/>
    <w:rsid w:val="009D7FC7"/>
    <w:rsid w:val="009E5CA9"/>
    <w:rsid w:val="009F7301"/>
    <w:rsid w:val="00A128EC"/>
    <w:rsid w:val="00A163B0"/>
    <w:rsid w:val="00A20FE6"/>
    <w:rsid w:val="00A31B45"/>
    <w:rsid w:val="00A61476"/>
    <w:rsid w:val="00A66F4C"/>
    <w:rsid w:val="00A67C77"/>
    <w:rsid w:val="00A9313E"/>
    <w:rsid w:val="00AE1E84"/>
    <w:rsid w:val="00AE45C1"/>
    <w:rsid w:val="00AE5A6E"/>
    <w:rsid w:val="00AF0B90"/>
    <w:rsid w:val="00AF31EF"/>
    <w:rsid w:val="00B06130"/>
    <w:rsid w:val="00B10341"/>
    <w:rsid w:val="00B502B2"/>
    <w:rsid w:val="00B86EF5"/>
    <w:rsid w:val="00B977DC"/>
    <w:rsid w:val="00BC407A"/>
    <w:rsid w:val="00C106CC"/>
    <w:rsid w:val="00C15C8B"/>
    <w:rsid w:val="00C25BD1"/>
    <w:rsid w:val="00C615E4"/>
    <w:rsid w:val="00C96BA0"/>
    <w:rsid w:val="00CF136F"/>
    <w:rsid w:val="00D06763"/>
    <w:rsid w:val="00D16970"/>
    <w:rsid w:val="00D173B8"/>
    <w:rsid w:val="00D17EF7"/>
    <w:rsid w:val="00D26CC4"/>
    <w:rsid w:val="00D32B28"/>
    <w:rsid w:val="00D401B3"/>
    <w:rsid w:val="00D47B4A"/>
    <w:rsid w:val="00D556EF"/>
    <w:rsid w:val="00D71F9E"/>
    <w:rsid w:val="00D971E8"/>
    <w:rsid w:val="00DE3A1E"/>
    <w:rsid w:val="00E000DD"/>
    <w:rsid w:val="00E1523D"/>
    <w:rsid w:val="00E1684D"/>
    <w:rsid w:val="00E37929"/>
    <w:rsid w:val="00E40E5E"/>
    <w:rsid w:val="00E45EB6"/>
    <w:rsid w:val="00E515E5"/>
    <w:rsid w:val="00E5354F"/>
    <w:rsid w:val="00E732DF"/>
    <w:rsid w:val="00EB38F2"/>
    <w:rsid w:val="00EE7BA2"/>
    <w:rsid w:val="00EF610B"/>
    <w:rsid w:val="00F27D06"/>
    <w:rsid w:val="00F318C7"/>
    <w:rsid w:val="00F31C60"/>
    <w:rsid w:val="00F6454E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374F74"/>
  <w15:docId w15:val="{1A0FF55C-3EC6-4122-9CDB-853392A5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1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72E4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AE5A6E"/>
    <w:pPr>
      <w:ind w:left="720"/>
      <w:contextualSpacing/>
    </w:pPr>
  </w:style>
  <w:style w:type="paragraph" w:customStyle="1" w:styleId="Tekstpodstawowy1">
    <w:name w:val="Tekst podstawowy1"/>
    <w:basedOn w:val="Normalny"/>
    <w:rsid w:val="00AE5A6E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  <w:sz w:val="24"/>
      <w:szCs w:val="24"/>
      <w:lang w:eastAsia="pl-PL"/>
    </w:rPr>
  </w:style>
  <w:style w:type="paragraph" w:customStyle="1" w:styleId="Standard">
    <w:name w:val="Standard"/>
    <w:rsid w:val="00AE5A6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5A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5A6E"/>
    <w:rPr>
      <w:lang w:eastAsia="en-US"/>
    </w:rPr>
  </w:style>
  <w:style w:type="character" w:styleId="Odwoanieprzypisudolnego">
    <w:name w:val="footnote reference"/>
    <w:uiPriority w:val="99"/>
    <w:unhideWhenUsed/>
    <w:rsid w:val="00AE5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2D63-13A1-485C-B25C-C99380AC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40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9</cp:revision>
  <cp:lastPrinted>2021-11-19T09:21:00Z</cp:lastPrinted>
  <dcterms:created xsi:type="dcterms:W3CDTF">2020-11-30T13:24:00Z</dcterms:created>
  <dcterms:modified xsi:type="dcterms:W3CDTF">2021-11-19T09:21:00Z</dcterms:modified>
</cp:coreProperties>
</file>